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01D6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601D66" w:rsidP="0069129C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Un système d’évacuation en polypropylène (PP) pour les eaux usées à l’intérieur d’un bâtiment. Les raccordements entre les tuyaux et/ou raccords se font par emboîtement. Les tuyaux et les raccords sont équipés de manchons à emboîter avec un joint d’étanchéité</w:t>
      </w:r>
      <w:r w:rsidR="00444B9B" w:rsidRPr="00601D66">
        <w:rPr>
          <w:lang w:val="fr-BE"/>
        </w:rPr>
        <w:t>.</w:t>
      </w:r>
    </w:p>
    <w:p w:rsidR="00727E66" w:rsidRDefault="00727E66" w:rsidP="0069129C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Système d’évacuation pour bâtiments soumis à des exigences particulières conçernant la nuisance sonore.  Il comprend des tuyaux et des raccords en polyéthylène alourdi, des fixations adaptées et des matériaux d’isolation phonique.</w:t>
      </w: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</w:p>
    <w:p w:rsidR="00727E66" w:rsidRPr="00E41F85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727E66" w:rsidRPr="00601D66" w:rsidRDefault="00727E66" w:rsidP="00727E66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matériaux insonorisants afin de diminuer le risque de transmission de bruits solidiens</w:t>
      </w:r>
    </w:p>
    <w:p w:rsidR="008A5169" w:rsidRPr="00D06139" w:rsidRDefault="00601D6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601D6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444B9B" w:rsidRPr="00601D66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tuyaux </w:t>
      </w:r>
      <w:r w:rsidR="009E48E2">
        <w:rPr>
          <w:lang w:val="fr-BE"/>
        </w:rPr>
        <w:t xml:space="preserve">sont noirs et ils </w:t>
      </w:r>
      <w:r w:rsidR="009E48E2" w:rsidRPr="00601D66">
        <w:rPr>
          <w:lang w:val="fr-BE"/>
        </w:rPr>
        <w:t>consistent en un mélange de PP et d’une charge minérale</w:t>
      </w:r>
      <w:r w:rsidR="009E48E2">
        <w:rPr>
          <w:lang w:val="fr-BE"/>
        </w:rPr>
        <w:t>.</w:t>
      </w:r>
    </w:p>
    <w:p w:rsidR="00444B9B" w:rsidRPr="00601D66" w:rsidRDefault="00444B9B" w:rsidP="00444B9B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Default="00601D66" w:rsidP="00444B9B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tuyaux existent en deux variantes : des tuyaux avec un manchon à emboîter et des tuyaux avec deux manchons à emboîter. Les tuyaux avec deux manchons à emboîter sont toujours utilisés en deux parties séparées, chacune avec un seul manchon à emboîter. Les tuyaux avec un ou deux manchons sont disponibles en différentes longueurs</w:t>
      </w:r>
      <w:r w:rsidR="009E48E2">
        <w:rPr>
          <w:lang w:val="fr-BE"/>
        </w:rPr>
        <w:t xml:space="preserve"> avec un épaisseur de paroi de :</w:t>
      </w:r>
    </w:p>
    <w:p w:rsidR="009E48E2" w:rsidRDefault="009E48E2" w:rsidP="00444B9B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</w:t>
            </w:r>
            <w:r w:rsidR="006D4502">
              <w:t>ètre</w:t>
            </w:r>
            <w:r>
              <w:t xml:space="preserve"> (mm)</w:t>
            </w:r>
          </w:p>
        </w:tc>
        <w:tc>
          <w:tcPr>
            <w:tcW w:w="2949" w:type="dxa"/>
          </w:tcPr>
          <w:p w:rsidR="009E48E2" w:rsidRDefault="006D450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du paroi</w:t>
            </w:r>
            <w:r w:rsidR="009E48E2">
              <w:t xml:space="preserve"> (mm)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3,8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4,5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5,0</w:t>
            </w:r>
          </w:p>
        </w:tc>
      </w:tr>
      <w:tr w:rsidR="009E48E2" w:rsidTr="003E22F6">
        <w:tc>
          <w:tcPr>
            <w:tcW w:w="3005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9E48E2" w:rsidRDefault="009E48E2" w:rsidP="003E22F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</w:tbl>
    <w:p w:rsidR="008A5169" w:rsidRPr="00D06139" w:rsidRDefault="00601D6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8B6BB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Les raccords à emboîter </w:t>
      </w:r>
      <w:r w:rsidR="009E48E2">
        <w:rPr>
          <w:lang w:val="fr-BE"/>
        </w:rPr>
        <w:t>sont noirs et ils</w:t>
      </w:r>
      <w:r w:rsidRPr="00601D66">
        <w:rPr>
          <w:lang w:val="fr-BE"/>
        </w:rPr>
        <w:t xml:space="preserve"> consistent en un mélange de PP et d’une charge minérale</w:t>
      </w:r>
      <w:r w:rsidR="008B6BB6" w:rsidRPr="00601D66">
        <w:rPr>
          <w:lang w:val="fr-BE"/>
        </w:rPr>
        <w:t>.</w:t>
      </w:r>
    </w:p>
    <w:p w:rsidR="008B6BB6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9E48E2" w:rsidRPr="00E41F85" w:rsidRDefault="009E48E2" w:rsidP="009E48E2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Afin d’atténuer le niveau sonore, aux changements de direction du tracé d’évacuation, les pièces de raccordement </w:t>
      </w:r>
      <w:r>
        <w:rPr>
          <w:lang w:val="fr-BE"/>
        </w:rPr>
        <w:t>ont un épaisseur de paroi élévé</w:t>
      </w:r>
      <w:r w:rsidRPr="00E41F85">
        <w:rPr>
          <w:lang w:val="fr-BE"/>
        </w:rPr>
        <w:t xml:space="preserve"> </w:t>
      </w:r>
      <w:r>
        <w:rPr>
          <w:lang w:val="fr-BE"/>
        </w:rPr>
        <w:t>dans les</w:t>
      </w:r>
      <w:r w:rsidRPr="00E41F85">
        <w:rPr>
          <w:lang w:val="fr-BE"/>
        </w:rPr>
        <w:t xml:space="preserve"> zones d’impact.</w:t>
      </w:r>
    </w:p>
    <w:p w:rsidR="009E48E2" w:rsidRPr="00601D66" w:rsidRDefault="009E48E2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8A5169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raccords sont équipés de marqueurs angulaires à 30° pour un alignement plus facile</w:t>
      </w:r>
      <w:r w:rsidR="008B6BB6" w:rsidRPr="00601D66">
        <w:rPr>
          <w:lang w:val="fr-BE"/>
        </w:rPr>
        <w:t>.</w:t>
      </w:r>
      <w:r w:rsidR="009E48E2">
        <w:rPr>
          <w:lang w:val="fr-BE"/>
        </w:rPr>
        <w:t xml:space="preserve">  En outre ils sont </w:t>
      </w:r>
      <w:r w:rsidR="0059281C">
        <w:rPr>
          <w:lang w:val="fr-BE"/>
        </w:rPr>
        <w:t>munie d’une bague de butée qui indique le profondeur d’emboîtement et qui protège la surface de contact avec le joint du raccord suivant contre des endommagements.</w:t>
      </w:r>
    </w:p>
    <w:p w:rsidR="008B6BB6" w:rsidRPr="00D06139" w:rsidRDefault="00601D6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Raccordements</w:t>
      </w:r>
    </w:p>
    <w:p w:rsidR="008B6BB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Les raccordements à emboîter entre les tuyaux et/ou raccords se font toujours dans le sens de l’écoulement d’eau (principe de l’entonnoir)</w:t>
      </w:r>
      <w:r>
        <w:rPr>
          <w:lang w:val="fr-BE"/>
        </w:rPr>
        <w:t>.</w:t>
      </w:r>
    </w:p>
    <w:p w:rsidR="00601D66" w:rsidRPr="00601D66" w:rsidRDefault="00601D66" w:rsidP="008B6BB6">
      <w:pPr>
        <w:pStyle w:val="Bulleted2"/>
        <w:numPr>
          <w:ilvl w:val="0"/>
          <w:numId w:val="0"/>
        </w:numPr>
        <w:rPr>
          <w:lang w:val="fr-BE"/>
        </w:rPr>
      </w:pPr>
    </w:p>
    <w:p w:rsid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032FA2">
        <w:rPr>
          <w:lang w:val="fr-BE"/>
        </w:rPr>
        <w:t xml:space="preserve">Les tuyaux et les raccords sont munies d’une manchon à emboîter avec </w:t>
      </w:r>
      <w:r>
        <w:rPr>
          <w:lang w:val="fr-BE"/>
        </w:rPr>
        <w:t>un joint en EPDM</w:t>
      </w:r>
      <w:r w:rsidR="008B6BB6" w:rsidRPr="0059281C">
        <w:rPr>
          <w:lang w:val="fr-BE"/>
        </w:rPr>
        <w:t>.</w:t>
      </w:r>
    </w:p>
    <w:p w:rsidR="0059281C" w:rsidRPr="00D06139" w:rsidRDefault="0059281C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Fixations</w:t>
      </w:r>
    </w:p>
    <w:p w:rsidR="0059281C" w:rsidRPr="0059281C" w:rsidRDefault="0059281C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intérieure, conçue pour éviter que les performances acoustiques solidiens diminuent.</w:t>
      </w:r>
    </w:p>
    <w:p w:rsidR="00601D66" w:rsidRPr="0059281C" w:rsidRDefault="00601D66" w:rsidP="005928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</w:t>
      </w:r>
      <w:r w:rsidR="00CB5C2F">
        <w:rPr>
          <w:rFonts w:ascii="Arial" w:hAnsi="Arial"/>
          <w:b/>
          <w:u w:val="none"/>
        </w:rPr>
        <w:t>a</w:t>
      </w:r>
      <w:r>
        <w:rPr>
          <w:rFonts w:ascii="Arial" w:hAnsi="Arial"/>
          <w:b/>
          <w:u w:val="none"/>
        </w:rPr>
        <w:t>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Couleur extérieure</w:t>
            </w:r>
          </w:p>
        </w:tc>
        <w:tc>
          <w:tcPr>
            <w:tcW w:w="4702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>
              <w:t>noire</w:t>
            </w:r>
          </w:p>
        </w:tc>
      </w:tr>
      <w:tr w:rsidR="008B6BB6" w:rsidTr="008B6BB6">
        <w:tc>
          <w:tcPr>
            <w:tcW w:w="4701" w:type="dxa"/>
          </w:tcPr>
          <w:p w:rsidR="008B6BB6" w:rsidRDefault="00601D66" w:rsidP="008B6BB6">
            <w:pPr>
              <w:pStyle w:val="Bulleted2"/>
              <w:numPr>
                <w:ilvl w:val="0"/>
                <w:numId w:val="0"/>
              </w:numPr>
            </w:pPr>
            <w:r w:rsidRPr="00601D66">
              <w:rPr>
                <w:lang w:val="fr-BE"/>
              </w:rPr>
              <w:t>Densité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59281C">
              <w:t>8</w:t>
            </w:r>
            <w:r>
              <w:t xml:space="preserve"> g/cm³</w:t>
            </w:r>
          </w:p>
        </w:tc>
      </w:tr>
      <w:tr w:rsidR="008B6BB6" w:rsidTr="008B6BB6">
        <w:tc>
          <w:tcPr>
            <w:tcW w:w="4701" w:type="dxa"/>
          </w:tcPr>
          <w:p w:rsidR="008B6BB6" w:rsidRPr="00601D66" w:rsidRDefault="00601D66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01D66">
              <w:rPr>
                <w:lang w:val="fr-BE"/>
              </w:rPr>
              <w:t>Plage de température de service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-10°C à 90°C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CB5C2F" w:rsidP="008B6BB6">
            <w:pPr>
              <w:pStyle w:val="Bulleted2"/>
              <w:numPr>
                <w:ilvl w:val="0"/>
                <w:numId w:val="0"/>
              </w:numPr>
            </w:pPr>
            <w:r w:rsidRPr="00CB5C2F">
              <w:rPr>
                <w:lang w:val="fr-BE"/>
              </w:rPr>
              <w:t>Température maximale momentanée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100 °C</w:t>
            </w:r>
          </w:p>
        </w:tc>
      </w:tr>
    </w:tbl>
    <w:p w:rsidR="008B6BB6" w:rsidRDefault="008B6BB6" w:rsidP="008B6BB6">
      <w:pPr>
        <w:pStyle w:val="Bulleted2"/>
        <w:numPr>
          <w:ilvl w:val="0"/>
          <w:numId w:val="0"/>
        </w:numPr>
      </w:pPr>
    </w:p>
    <w:p w:rsidR="008A5169" w:rsidRPr="00D06139" w:rsidRDefault="00CB5C2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A5169" w:rsidRPr="00601D66" w:rsidRDefault="00601D66" w:rsidP="008A5169">
      <w:pPr>
        <w:pStyle w:val="Bulleted2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>Selon les directives du fabricant</w:t>
      </w:r>
      <w:r>
        <w:rPr>
          <w:lang w:val="fr-BE"/>
        </w:rPr>
        <w:t>.</w:t>
      </w:r>
    </w:p>
    <w:p w:rsidR="008A5169" w:rsidRDefault="008A516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AD52BB" w:rsidRDefault="00AD52BB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="0059281C" w:rsidRPr="001A64CF">
        <w:rPr>
          <w:lang w:val="fr-BE"/>
        </w:rPr>
        <w:t>es tuyaux, les raccords et les accessoires sont du même fabricant.</w:t>
      </w:r>
    </w:p>
    <w:p w:rsidR="00AD52BB" w:rsidRPr="00D06139" w:rsidRDefault="00AD52BB" w:rsidP="00AD52BB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:rsidR="00AD52BB" w:rsidRPr="00B16421" w:rsidRDefault="00AD52BB" w:rsidP="00AD52BB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GoBack"/>
      <w:bookmarkEnd w:id="1"/>
      <w:r w:rsidRPr="00B16421">
        <w:rPr>
          <w:lang w:val="en-US"/>
        </w:rPr>
        <w:t>Le produit possède un EPD (Environmental Product Declaration) selon la no</w:t>
      </w:r>
      <w:r>
        <w:rPr>
          <w:lang w:val="en-US"/>
        </w:rPr>
        <w:t xml:space="preserve">rme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p w:rsidR="00AD52BB" w:rsidRPr="00AD52BB" w:rsidRDefault="00AD52BB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AD52BB" w:rsidRPr="00AD52B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29C" w:rsidRDefault="0027629C">
      <w:r>
        <w:separator/>
      </w:r>
    </w:p>
  </w:endnote>
  <w:endnote w:type="continuationSeparator" w:id="0">
    <w:p w:rsidR="0027629C" w:rsidRDefault="0027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601D6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01D6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29C" w:rsidRDefault="0027629C">
      <w:r>
        <w:separator/>
      </w:r>
    </w:p>
  </w:footnote>
  <w:footnote w:type="continuationSeparator" w:id="0">
    <w:p w:rsidR="0027629C" w:rsidRDefault="0027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44B9B">
      <w:rPr>
        <w:rFonts w:ascii="Arial" w:hAnsi="Arial" w:cs="Arial"/>
        <w:b/>
      </w:rPr>
      <w:t>Silent-P</w:t>
    </w:r>
    <w:r w:rsidR="00727E66">
      <w:rPr>
        <w:rFonts w:ascii="Arial" w:hAnsi="Arial" w:cs="Arial"/>
        <w:b/>
      </w:rPr>
      <w:t>ro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281C" w:rsidRDefault="0059281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2F401F1E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lang w:val="fr-B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29C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1C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1D66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4502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27E66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21D8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0DA5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677D7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48E2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D52BB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2319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5C2F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530A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72F325F-BC9E-48B7-98B2-FF02FAC50EF4}"/>
</file>

<file path=customXml/itemProps2.xml><?xml version="1.0" encoding="utf-8"?>
<ds:datastoreItem xmlns:ds="http://schemas.openxmlformats.org/officeDocument/2006/customXml" ds:itemID="{081B559F-23BC-40F9-9417-C05A76A154F0}"/>
</file>

<file path=customXml/itemProps3.xml><?xml version="1.0" encoding="utf-8"?>
<ds:datastoreItem xmlns:ds="http://schemas.openxmlformats.org/officeDocument/2006/customXml" ds:itemID="{1CDE172F-DCB3-4282-ACB0-19518262875C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14</TotalTime>
  <Pages>2</Pages>
  <Words>406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2020-04-07T21:45:00Z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